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7183E-F62C-4844-A025-242BA004C39D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